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57F0D7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A5750" w:rsidRPr="00C74B3F">
        <w:rPr>
          <w:rFonts w:ascii="Verdana" w:hAnsi="Verdana"/>
          <w:b/>
          <w:bCs/>
        </w:rPr>
        <w:t>„</w:t>
      </w:r>
      <w:r w:rsidR="00A52F70" w:rsidRPr="00A52F70">
        <w:rPr>
          <w:rFonts w:ascii="Verdana" w:hAnsi="Verdana"/>
          <w:b/>
          <w:bCs/>
        </w:rPr>
        <w:t>Nákup soustruhu na kov pro OŘ PHA 2025</w:t>
      </w:r>
      <w:r w:rsidR="007A5750" w:rsidRPr="00C74B3F">
        <w:rPr>
          <w:rFonts w:ascii="Verdana" w:hAnsi="Verdana"/>
          <w:b/>
          <w:bCs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7A5750">
        <w:rPr>
          <w:rFonts w:eastAsia="Times New Roman" w:cs="Times New Roman"/>
          <w:lang w:eastAsia="cs-CZ"/>
        </w:rPr>
        <w:t xml:space="preserve">č.j. </w:t>
      </w:r>
      <w:r w:rsidR="00A52F70" w:rsidRPr="00A52F70">
        <w:rPr>
          <w:rFonts w:eastAsia="Times New Roman" w:cs="Times New Roman"/>
          <w:lang w:eastAsia="cs-CZ"/>
        </w:rPr>
        <w:t>37573/2025-SŽ-OŘ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52F7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52F7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27C0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750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11B44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52F70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1DA2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087A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911B44"/>
    <w:rsid w:val="00B72819"/>
    <w:rsid w:val="00BE31C7"/>
    <w:rsid w:val="00C601C7"/>
    <w:rsid w:val="00DB3D9A"/>
    <w:rsid w:val="00DC1DA2"/>
    <w:rsid w:val="00EF087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2025-09-09T08:07:00Z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